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143" w:rsidRPr="00997F44" w:rsidRDefault="00BB7143" w:rsidP="00997F4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97F44">
        <w:rPr>
          <w:rFonts w:ascii="Times New Roman" w:hAnsi="Times New Roman"/>
          <w:sz w:val="28"/>
          <w:szCs w:val="28"/>
        </w:rPr>
        <w:t>РЕСПУБЛИКА БУРЯТИЯ</w:t>
      </w:r>
    </w:p>
    <w:p w:rsidR="00BB7143" w:rsidRDefault="00BB7143" w:rsidP="00630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97F44">
        <w:rPr>
          <w:rFonts w:ascii="Times New Roman" w:hAnsi="Times New Roman"/>
          <w:sz w:val="28"/>
          <w:szCs w:val="28"/>
        </w:rPr>
        <w:t>БИЧУРСКИЙ РАЙОН</w:t>
      </w:r>
      <w:r w:rsidRPr="00997F44">
        <w:rPr>
          <w:rFonts w:ascii="Times New Roman" w:hAnsi="Times New Roman"/>
          <w:sz w:val="28"/>
          <w:szCs w:val="28"/>
        </w:rPr>
        <w:br/>
        <w:t>МУНИЦИПАЛЬНОЕ ОБРАЗОВАНИЕ «БИЧУРСКИЙ РАЙОН»</w:t>
      </w:r>
      <w:r w:rsidRPr="00997F44">
        <w:rPr>
          <w:rFonts w:ascii="Times New Roman" w:hAnsi="Times New Roman"/>
          <w:sz w:val="28"/>
          <w:szCs w:val="28"/>
        </w:rPr>
        <w:br/>
        <w:t>СОВЕТ ДЕПУТАТОВ МУНИЦИПАЛЬНОГО ОБРАЗОВАНИЯ – СЕЛЬСКОЕ ПОСЕЛЕНИЕ</w:t>
      </w:r>
      <w:r w:rsidRPr="00997F44">
        <w:rPr>
          <w:rFonts w:ascii="Times New Roman" w:hAnsi="Times New Roman"/>
          <w:sz w:val="28"/>
          <w:szCs w:val="28"/>
        </w:rPr>
        <w:br/>
        <w:t>«</w:t>
      </w:r>
      <w:r>
        <w:rPr>
          <w:rFonts w:ascii="Times New Roman" w:hAnsi="Times New Roman"/>
          <w:sz w:val="28"/>
          <w:szCs w:val="28"/>
        </w:rPr>
        <w:t>ХОНХОЛОЙ</w:t>
      </w:r>
      <w:r w:rsidRPr="00997F44">
        <w:rPr>
          <w:rFonts w:ascii="Times New Roman" w:hAnsi="Times New Roman"/>
          <w:sz w:val="28"/>
          <w:szCs w:val="28"/>
        </w:rPr>
        <w:t>СКОЕ»</w:t>
      </w:r>
    </w:p>
    <w:p w:rsidR="00BB7143" w:rsidRPr="00997F44" w:rsidRDefault="00BB7143" w:rsidP="00630CC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B7143" w:rsidRPr="00997F44" w:rsidRDefault="00BB7143" w:rsidP="00997F44">
      <w:pPr>
        <w:jc w:val="center"/>
        <w:rPr>
          <w:rFonts w:ascii="Times New Roman" w:hAnsi="Times New Roman"/>
          <w:sz w:val="28"/>
          <w:szCs w:val="28"/>
        </w:rPr>
      </w:pPr>
      <w:r w:rsidRPr="00997F44">
        <w:rPr>
          <w:rFonts w:ascii="Times New Roman" w:hAnsi="Times New Roman"/>
          <w:sz w:val="28"/>
          <w:szCs w:val="28"/>
        </w:rPr>
        <w:t>РЕШЕНИЕ</w:t>
      </w:r>
    </w:p>
    <w:p w:rsidR="00BB7143" w:rsidRPr="00997F44" w:rsidRDefault="00BB7143" w:rsidP="00D876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  декабря 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</w:t>
        </w:r>
        <w:r w:rsidRPr="00997F44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997F44"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№  10</w:t>
      </w:r>
    </w:p>
    <w:p w:rsidR="00BB7143" w:rsidRPr="00997F44" w:rsidRDefault="00BB7143" w:rsidP="00D8763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Улус  Хонхолой</w:t>
      </w:r>
    </w:p>
    <w:p w:rsidR="00BB7143" w:rsidRPr="00997F44" w:rsidRDefault="00BB7143" w:rsidP="00997F44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997F44">
        <w:rPr>
          <w:rFonts w:ascii="Times New Roman" w:hAnsi="Times New Roman"/>
          <w:b/>
          <w:bCs/>
          <w:sz w:val="28"/>
          <w:szCs w:val="28"/>
        </w:rPr>
        <w:t>Об утверждении генерального плана Муниципального образования – сельское поселение «</w:t>
      </w:r>
      <w:r>
        <w:rPr>
          <w:rFonts w:ascii="Times New Roman" w:hAnsi="Times New Roman"/>
          <w:b/>
          <w:bCs/>
          <w:sz w:val="28"/>
          <w:szCs w:val="28"/>
        </w:rPr>
        <w:t>Хонхолой</w:t>
      </w:r>
      <w:r w:rsidRPr="00997F44">
        <w:rPr>
          <w:rFonts w:ascii="Times New Roman" w:hAnsi="Times New Roman"/>
          <w:b/>
          <w:bCs/>
          <w:sz w:val="28"/>
          <w:szCs w:val="28"/>
        </w:rPr>
        <w:t>ское»  Бичурского района Республики Бурятия</w:t>
      </w:r>
    </w:p>
    <w:p w:rsidR="00BB7143" w:rsidRPr="00997F44" w:rsidRDefault="00BB7143" w:rsidP="00997F4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997F44">
        <w:rPr>
          <w:rFonts w:ascii="Times New Roman" w:hAnsi="Times New Roman"/>
          <w:sz w:val="28"/>
          <w:szCs w:val="28"/>
        </w:rPr>
        <w:t>В целях формирования градостроительной стратегии Муниципального образования – сельское поселение «</w:t>
      </w:r>
      <w:r>
        <w:rPr>
          <w:rFonts w:ascii="Times New Roman" w:hAnsi="Times New Roman"/>
          <w:sz w:val="28"/>
          <w:szCs w:val="28"/>
        </w:rPr>
        <w:t>Хонхолой</w:t>
      </w:r>
      <w:r w:rsidRPr="00997F44">
        <w:rPr>
          <w:rFonts w:ascii="Times New Roman" w:hAnsi="Times New Roman"/>
          <w:sz w:val="28"/>
          <w:szCs w:val="28"/>
        </w:rPr>
        <w:t>ское», направленной на создание благоприятной среды жизнедеятельности и обеспечение устойчивого развития Муниципального образования – сельское поселение «</w:t>
      </w:r>
      <w:r>
        <w:rPr>
          <w:rFonts w:ascii="Times New Roman" w:hAnsi="Times New Roman"/>
          <w:sz w:val="28"/>
          <w:szCs w:val="28"/>
        </w:rPr>
        <w:t>Хонхолой</w:t>
      </w:r>
      <w:r w:rsidRPr="00997F44">
        <w:rPr>
          <w:rFonts w:ascii="Times New Roman" w:hAnsi="Times New Roman"/>
          <w:sz w:val="28"/>
          <w:szCs w:val="28"/>
        </w:rPr>
        <w:t>ское» в соответствии со ст. 24 Градостроительного кодекса Российской Федерации, пунктом  20 статьи 14 Федерального закона от 6 октября 2003 года № 131-ФЗ «Об общих принципах организации местного самоуправления в Российской Федерации», Уставом МО-СП «</w:t>
      </w:r>
      <w:r>
        <w:rPr>
          <w:rFonts w:ascii="Times New Roman" w:hAnsi="Times New Roman"/>
          <w:sz w:val="28"/>
          <w:szCs w:val="28"/>
        </w:rPr>
        <w:t>Хонхолойское»</w:t>
      </w:r>
      <w:r w:rsidRPr="00997F44">
        <w:rPr>
          <w:rFonts w:ascii="Times New Roman" w:hAnsi="Times New Roman"/>
          <w:sz w:val="28"/>
          <w:szCs w:val="28"/>
        </w:rPr>
        <w:t xml:space="preserve"> и рассмотрев представленный проект генерального плана МО-СП «</w:t>
      </w:r>
      <w:r>
        <w:rPr>
          <w:rFonts w:ascii="Times New Roman" w:hAnsi="Times New Roman"/>
          <w:sz w:val="28"/>
          <w:szCs w:val="28"/>
        </w:rPr>
        <w:t>Хонхолой</w:t>
      </w:r>
      <w:r w:rsidRPr="00997F44">
        <w:rPr>
          <w:rFonts w:ascii="Times New Roman" w:hAnsi="Times New Roman"/>
          <w:sz w:val="28"/>
          <w:szCs w:val="28"/>
        </w:rPr>
        <w:t>ское» Бичурского  района Республики Бурятия совет депутатов Муниципального образования – сельское поселение «</w:t>
      </w:r>
      <w:r>
        <w:rPr>
          <w:rFonts w:ascii="Times New Roman" w:hAnsi="Times New Roman"/>
          <w:sz w:val="28"/>
          <w:szCs w:val="28"/>
        </w:rPr>
        <w:t>Хонхолой</w:t>
      </w:r>
      <w:r w:rsidRPr="00997F44">
        <w:rPr>
          <w:rFonts w:ascii="Times New Roman" w:hAnsi="Times New Roman"/>
          <w:sz w:val="28"/>
          <w:szCs w:val="28"/>
        </w:rPr>
        <w:t>ское» решил:</w:t>
      </w:r>
    </w:p>
    <w:p w:rsidR="00BB7143" w:rsidRPr="00997F44" w:rsidRDefault="00BB7143" w:rsidP="008754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7F44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правила землепользования и застройки</w:t>
      </w:r>
      <w:r w:rsidRPr="00997F44">
        <w:rPr>
          <w:rFonts w:ascii="Times New Roman" w:hAnsi="Times New Roman"/>
          <w:sz w:val="28"/>
          <w:szCs w:val="28"/>
        </w:rPr>
        <w:t xml:space="preserve"> Муниципального образования – сельское поселение «</w:t>
      </w:r>
      <w:r>
        <w:rPr>
          <w:rFonts w:ascii="Times New Roman" w:hAnsi="Times New Roman"/>
          <w:sz w:val="28"/>
          <w:szCs w:val="28"/>
        </w:rPr>
        <w:t>Хонхолой</w:t>
      </w:r>
      <w:r w:rsidRPr="00997F44">
        <w:rPr>
          <w:rFonts w:ascii="Times New Roman" w:hAnsi="Times New Roman"/>
          <w:sz w:val="28"/>
          <w:szCs w:val="28"/>
        </w:rPr>
        <w:t>ское» Бичурского района Республик</w:t>
      </w:r>
      <w:r>
        <w:rPr>
          <w:rFonts w:ascii="Times New Roman" w:hAnsi="Times New Roman"/>
          <w:sz w:val="28"/>
          <w:szCs w:val="28"/>
        </w:rPr>
        <w:t>и Бурятия.</w:t>
      </w:r>
    </w:p>
    <w:p w:rsidR="00BB7143" w:rsidRPr="00CB49E2" w:rsidRDefault="00BB7143" w:rsidP="008754C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Разместить </w:t>
      </w:r>
      <w:r w:rsidRPr="00997F44">
        <w:rPr>
          <w:rFonts w:ascii="Times New Roman" w:hAnsi="Times New Roman"/>
          <w:sz w:val="28"/>
          <w:szCs w:val="28"/>
        </w:rPr>
        <w:t xml:space="preserve"> настоящее решен</w:t>
      </w:r>
      <w:r>
        <w:rPr>
          <w:rFonts w:ascii="Times New Roman" w:hAnsi="Times New Roman"/>
          <w:sz w:val="28"/>
          <w:szCs w:val="28"/>
        </w:rPr>
        <w:t>ие на официальном</w:t>
      </w:r>
      <w:r w:rsidRPr="00997F44">
        <w:rPr>
          <w:rFonts w:ascii="Times New Roman" w:hAnsi="Times New Roman"/>
          <w:sz w:val="28"/>
          <w:szCs w:val="28"/>
        </w:rPr>
        <w:t xml:space="preserve"> сайте </w:t>
      </w:r>
      <w:r>
        <w:rPr>
          <w:rFonts w:ascii="Times New Roman" w:hAnsi="Times New Roman"/>
          <w:sz w:val="28"/>
          <w:szCs w:val="28"/>
        </w:rPr>
        <w:t>администрации</w:t>
      </w:r>
      <w:r w:rsidRPr="00997F44"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/>
          <w:sz w:val="28"/>
          <w:szCs w:val="28"/>
        </w:rPr>
        <w:t xml:space="preserve"> – сельское поселение</w:t>
      </w:r>
      <w:r w:rsidRPr="00997F44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Хонхолойское».</w:t>
      </w:r>
    </w:p>
    <w:p w:rsidR="00BB7143" w:rsidRPr="00997F44" w:rsidRDefault="00BB7143" w:rsidP="008754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7F44">
        <w:rPr>
          <w:rFonts w:ascii="Times New Roman" w:hAnsi="Times New Roman"/>
          <w:sz w:val="28"/>
          <w:szCs w:val="28"/>
        </w:rPr>
        <w:t xml:space="preserve">3. Опубликовать настоящее решение в районной газете «Бичурский хлебороб». </w:t>
      </w:r>
    </w:p>
    <w:p w:rsidR="00BB7143" w:rsidRPr="00997F44" w:rsidRDefault="00BB7143" w:rsidP="008754C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7F44">
        <w:rPr>
          <w:rFonts w:ascii="Times New Roman" w:hAnsi="Times New Roman"/>
          <w:sz w:val="28"/>
          <w:szCs w:val="28"/>
        </w:rPr>
        <w:t xml:space="preserve">4. Настоящее решение вступает в силу со дня его официального опубликования. </w:t>
      </w:r>
    </w:p>
    <w:p w:rsidR="00BB7143" w:rsidRDefault="00BB7143" w:rsidP="00997F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143" w:rsidRDefault="00BB7143" w:rsidP="00997F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143" w:rsidRPr="00997F44" w:rsidRDefault="00BB7143" w:rsidP="00997F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7F44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997F44">
        <w:rPr>
          <w:rFonts w:ascii="Times New Roman" w:hAnsi="Times New Roman"/>
          <w:sz w:val="28"/>
          <w:szCs w:val="28"/>
        </w:rPr>
        <w:t xml:space="preserve"> Муниципального образования – </w:t>
      </w:r>
    </w:p>
    <w:p w:rsidR="00BB7143" w:rsidRPr="00997F44" w:rsidRDefault="00BB7143" w:rsidP="00997F4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97F44">
        <w:rPr>
          <w:rFonts w:ascii="Times New Roman" w:hAnsi="Times New Roman"/>
          <w:sz w:val="28"/>
          <w:szCs w:val="28"/>
        </w:rPr>
        <w:t>сельское поселение  «</w:t>
      </w:r>
      <w:r>
        <w:rPr>
          <w:rFonts w:ascii="Times New Roman" w:hAnsi="Times New Roman"/>
          <w:sz w:val="28"/>
          <w:szCs w:val="28"/>
        </w:rPr>
        <w:t>Хонхолой</w:t>
      </w:r>
      <w:r w:rsidRPr="00997F44">
        <w:rPr>
          <w:rFonts w:ascii="Times New Roman" w:hAnsi="Times New Roman"/>
          <w:sz w:val="28"/>
          <w:szCs w:val="28"/>
        </w:rPr>
        <w:t xml:space="preserve">ское»             </w:t>
      </w:r>
      <w:r>
        <w:rPr>
          <w:rFonts w:ascii="Times New Roman" w:hAnsi="Times New Roman"/>
          <w:sz w:val="28"/>
          <w:szCs w:val="28"/>
        </w:rPr>
        <w:t xml:space="preserve">                  В.В.Митыпов</w:t>
      </w:r>
    </w:p>
    <w:p w:rsidR="00BB7143" w:rsidRPr="00997F44" w:rsidRDefault="00BB7143" w:rsidP="00997F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B7143" w:rsidRPr="00997F44" w:rsidRDefault="00BB7143" w:rsidP="00997F4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BB7143" w:rsidRPr="00997F44" w:rsidSect="008007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23DF"/>
    <w:rsid w:val="000E4B99"/>
    <w:rsid w:val="00296DC2"/>
    <w:rsid w:val="003223DF"/>
    <w:rsid w:val="00593416"/>
    <w:rsid w:val="00630CCC"/>
    <w:rsid w:val="00727F35"/>
    <w:rsid w:val="007B05DF"/>
    <w:rsid w:val="0080071E"/>
    <w:rsid w:val="008754C9"/>
    <w:rsid w:val="008D60A0"/>
    <w:rsid w:val="00997F44"/>
    <w:rsid w:val="009D4B2A"/>
    <w:rsid w:val="00B43677"/>
    <w:rsid w:val="00BB018E"/>
    <w:rsid w:val="00BB7143"/>
    <w:rsid w:val="00CB49E2"/>
    <w:rsid w:val="00D87632"/>
    <w:rsid w:val="00F874BF"/>
    <w:rsid w:val="00FC3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071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2</Pages>
  <Words>254</Words>
  <Characters>1454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ввв</dc:creator>
  <cp:keywords/>
  <dc:description/>
  <cp:lastModifiedBy>МО Бичурский р-н</cp:lastModifiedBy>
  <cp:revision>11</cp:revision>
  <cp:lastPrinted>2013-12-26T05:41:00Z</cp:lastPrinted>
  <dcterms:created xsi:type="dcterms:W3CDTF">2012-12-27T03:38:00Z</dcterms:created>
  <dcterms:modified xsi:type="dcterms:W3CDTF">2013-12-26T05:43:00Z</dcterms:modified>
</cp:coreProperties>
</file>